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9B3" w:rsidRDefault="008819B3">
      <w:pPr>
        <w:rPr>
          <w:rFonts w:ascii="Arial" w:hAnsi="Arial" w:cs="Arial"/>
          <w:sz w:val="32"/>
          <w:szCs w:val="32"/>
        </w:rPr>
      </w:pPr>
      <w:r w:rsidRPr="00257F72">
        <w:rPr>
          <w:rFonts w:ascii="Arial" w:hAnsi="Arial" w:cs="Arial"/>
          <w:sz w:val="32"/>
          <w:szCs w:val="32"/>
        </w:rPr>
        <w:t>Zastoupení průřezových témat ve fyzice</w:t>
      </w:r>
    </w:p>
    <w:p w:rsidR="008819B3" w:rsidRPr="00257F72" w:rsidRDefault="008819B3">
      <w:pPr>
        <w:rPr>
          <w:rFonts w:ascii="Arial" w:hAnsi="Arial" w:cs="Arial"/>
          <w:sz w:val="32"/>
          <w:szCs w:val="32"/>
        </w:rPr>
      </w:pPr>
    </w:p>
    <w:p w:rsidR="008819B3" w:rsidRPr="00257F72" w:rsidRDefault="008819B3">
      <w:pPr>
        <w:rPr>
          <w:rFonts w:ascii="Arial" w:hAnsi="Arial" w:cs="Arial"/>
          <w:b/>
          <w:bCs/>
          <w:sz w:val="28"/>
          <w:szCs w:val="28"/>
        </w:rPr>
      </w:pPr>
      <w:r w:rsidRPr="00257F72">
        <w:rPr>
          <w:rFonts w:ascii="Arial" w:hAnsi="Arial" w:cs="Arial"/>
          <w:b/>
          <w:bCs/>
          <w:sz w:val="28"/>
          <w:szCs w:val="28"/>
        </w:rPr>
        <w:t xml:space="preserve">Výchova k myšlení </w:t>
      </w:r>
      <w:bookmarkStart w:id="0" w:name="_GoBack"/>
      <w:bookmarkEnd w:id="0"/>
      <w:r w:rsidRPr="00257F72">
        <w:rPr>
          <w:rFonts w:ascii="Arial" w:hAnsi="Arial" w:cs="Arial"/>
          <w:b/>
          <w:bCs/>
          <w:sz w:val="28"/>
          <w:szCs w:val="28"/>
        </w:rPr>
        <w:t>v evropských a globálních souvislostech</w:t>
      </w:r>
    </w:p>
    <w:p w:rsidR="008819B3" w:rsidRPr="00257F72" w:rsidRDefault="008819B3">
      <w:p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>8. ročník</w:t>
      </w:r>
    </w:p>
    <w:p w:rsidR="008819B3" w:rsidRPr="00257F72" w:rsidRDefault="008819B3" w:rsidP="00613628">
      <w:pPr>
        <w:pStyle w:val="Odstavecseseznamem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>Pohybová a polohová energie – možnosti využití vodních elektráren jako obnovitelných zdrojů energie, sledování a posuzování informací o využívání různých zdrojů energie u nás a v různých evropských zemích – skupinová práce, práce v odborné učebně (PC)</w:t>
      </w:r>
    </w:p>
    <w:p w:rsidR="008819B3" w:rsidRPr="00257F72" w:rsidRDefault="008819B3" w:rsidP="00613628">
      <w:pPr>
        <w:pStyle w:val="Odstavecseseznamem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 xml:space="preserve">Meteorologie – počasí kolem nás – omezení znečišťování prostředí v souvislosti s ozonovou dírou a skleníkovým efektem, význam deštných pralesů pro udržování vlhkosti vzduchu – vyuč. </w:t>
      </w:r>
      <w:proofErr w:type="gramStart"/>
      <w:r w:rsidRPr="00257F72">
        <w:rPr>
          <w:rFonts w:ascii="Arial" w:hAnsi="Arial" w:cs="Arial"/>
          <w:sz w:val="28"/>
          <w:szCs w:val="28"/>
        </w:rPr>
        <w:t>hodina</w:t>
      </w:r>
      <w:proofErr w:type="gramEnd"/>
      <w:r w:rsidRPr="00257F72">
        <w:rPr>
          <w:rFonts w:ascii="Arial" w:hAnsi="Arial" w:cs="Arial"/>
          <w:sz w:val="28"/>
          <w:szCs w:val="28"/>
        </w:rPr>
        <w:t>, prezentace, referáty</w:t>
      </w:r>
    </w:p>
    <w:p w:rsidR="008819B3" w:rsidRPr="00257F72" w:rsidRDefault="008819B3" w:rsidP="00613628">
      <w:p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>9. ročník</w:t>
      </w:r>
    </w:p>
    <w:p w:rsidR="008819B3" w:rsidRPr="00257F72" w:rsidRDefault="008819B3" w:rsidP="00613628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>Elek</w:t>
      </w:r>
      <w:r>
        <w:rPr>
          <w:rFonts w:ascii="Arial" w:hAnsi="Arial" w:cs="Arial"/>
          <w:sz w:val="28"/>
          <w:szCs w:val="28"/>
        </w:rPr>
        <w:t>t</w:t>
      </w:r>
      <w:r w:rsidRPr="00257F72">
        <w:rPr>
          <w:rFonts w:ascii="Arial" w:hAnsi="Arial" w:cs="Arial"/>
          <w:sz w:val="28"/>
          <w:szCs w:val="28"/>
        </w:rPr>
        <w:t xml:space="preserve">romagnetické záření – </w:t>
      </w:r>
      <w:proofErr w:type="gramStart"/>
      <w:r w:rsidRPr="00257F72">
        <w:rPr>
          <w:rFonts w:ascii="Arial" w:hAnsi="Arial" w:cs="Arial"/>
          <w:sz w:val="28"/>
          <w:szCs w:val="28"/>
        </w:rPr>
        <w:t>poznání  a pochopení</w:t>
      </w:r>
      <w:proofErr w:type="gramEnd"/>
      <w:r w:rsidRPr="00257F72">
        <w:rPr>
          <w:rFonts w:ascii="Arial" w:hAnsi="Arial" w:cs="Arial"/>
          <w:sz w:val="28"/>
          <w:szCs w:val="28"/>
        </w:rPr>
        <w:t xml:space="preserve"> díla významných Evro</w:t>
      </w:r>
      <w:r>
        <w:rPr>
          <w:rFonts w:ascii="Arial" w:hAnsi="Arial" w:cs="Arial"/>
          <w:sz w:val="28"/>
          <w:szCs w:val="28"/>
        </w:rPr>
        <w:t>panů (</w:t>
      </w:r>
      <w:proofErr w:type="spellStart"/>
      <w:r>
        <w:rPr>
          <w:rFonts w:ascii="Arial" w:hAnsi="Arial" w:cs="Arial"/>
          <w:sz w:val="28"/>
          <w:szCs w:val="28"/>
        </w:rPr>
        <w:t>Rö</w:t>
      </w:r>
      <w:r w:rsidRPr="00257F72">
        <w:rPr>
          <w:rFonts w:ascii="Arial" w:hAnsi="Arial" w:cs="Arial"/>
          <w:sz w:val="28"/>
          <w:szCs w:val="28"/>
        </w:rPr>
        <w:t>ntgen</w:t>
      </w:r>
      <w:proofErr w:type="spellEnd"/>
      <w:r w:rsidRPr="00257F72">
        <w:rPr>
          <w:rFonts w:ascii="Arial" w:hAnsi="Arial" w:cs="Arial"/>
          <w:sz w:val="28"/>
          <w:szCs w:val="28"/>
        </w:rPr>
        <w:t xml:space="preserve">, Maxwell, Hertz, </w:t>
      </w:r>
      <w:proofErr w:type="spellStart"/>
      <w:r w:rsidRPr="00257F72">
        <w:rPr>
          <w:rFonts w:ascii="Arial" w:hAnsi="Arial" w:cs="Arial"/>
          <w:sz w:val="28"/>
          <w:szCs w:val="28"/>
        </w:rPr>
        <w:t>Marconi</w:t>
      </w:r>
      <w:proofErr w:type="spellEnd"/>
      <w:r w:rsidRPr="00257F72">
        <w:rPr>
          <w:rFonts w:ascii="Arial" w:hAnsi="Arial" w:cs="Arial"/>
          <w:sz w:val="28"/>
          <w:szCs w:val="28"/>
        </w:rPr>
        <w:t>) – práce v odborné učebně (PC), referáty, prezentace</w:t>
      </w:r>
    </w:p>
    <w:p w:rsidR="008819B3" w:rsidRPr="00257F72" w:rsidRDefault="008819B3" w:rsidP="00613628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>Jaderná energie – poznávání života a díla významných Evropanů (</w:t>
      </w:r>
      <w:proofErr w:type="spellStart"/>
      <w:r w:rsidRPr="00257F72">
        <w:rPr>
          <w:rFonts w:ascii="Arial" w:hAnsi="Arial" w:cs="Arial"/>
          <w:sz w:val="28"/>
          <w:szCs w:val="28"/>
        </w:rPr>
        <w:t>Rutherford</w:t>
      </w:r>
      <w:proofErr w:type="spellEnd"/>
      <w:r w:rsidRPr="00257F72">
        <w:rPr>
          <w:rFonts w:ascii="Arial" w:hAnsi="Arial" w:cs="Arial"/>
          <w:sz w:val="28"/>
          <w:szCs w:val="28"/>
        </w:rPr>
        <w:t>, Bec</w:t>
      </w:r>
      <w:r>
        <w:rPr>
          <w:rFonts w:ascii="Arial" w:hAnsi="Arial" w:cs="Arial"/>
          <w:sz w:val="28"/>
          <w:szCs w:val="28"/>
        </w:rPr>
        <w:t>q</w:t>
      </w:r>
      <w:r w:rsidRPr="00257F72">
        <w:rPr>
          <w:rFonts w:ascii="Arial" w:hAnsi="Arial" w:cs="Arial"/>
          <w:sz w:val="28"/>
          <w:szCs w:val="28"/>
        </w:rPr>
        <w:t>uerel, Curie-</w:t>
      </w:r>
      <w:proofErr w:type="spellStart"/>
      <w:r w:rsidRPr="00257F72">
        <w:rPr>
          <w:rFonts w:ascii="Arial" w:hAnsi="Arial" w:cs="Arial"/>
          <w:sz w:val="28"/>
          <w:szCs w:val="28"/>
        </w:rPr>
        <w:t>Sklodowska</w:t>
      </w:r>
      <w:proofErr w:type="spellEnd"/>
      <w:r w:rsidRPr="00257F72">
        <w:rPr>
          <w:rFonts w:ascii="Arial" w:hAnsi="Arial" w:cs="Arial"/>
          <w:sz w:val="28"/>
          <w:szCs w:val="28"/>
        </w:rPr>
        <w:t xml:space="preserve">, P. Curie, </w:t>
      </w:r>
      <w:proofErr w:type="spellStart"/>
      <w:r w:rsidRPr="00257F72">
        <w:rPr>
          <w:rFonts w:ascii="Arial" w:hAnsi="Arial" w:cs="Arial"/>
          <w:sz w:val="28"/>
          <w:szCs w:val="28"/>
        </w:rPr>
        <w:t>Fermi</w:t>
      </w:r>
      <w:proofErr w:type="spellEnd"/>
      <w:r w:rsidRPr="00257F72">
        <w:rPr>
          <w:rFonts w:ascii="Arial" w:hAnsi="Arial" w:cs="Arial"/>
          <w:sz w:val="28"/>
          <w:szCs w:val="28"/>
        </w:rPr>
        <w:t>, Einstein), - skupinová práce, referáty, prezentace</w:t>
      </w:r>
    </w:p>
    <w:p w:rsidR="008819B3" w:rsidRPr="00257F72" w:rsidRDefault="008819B3" w:rsidP="00613628">
      <w:pPr>
        <w:rPr>
          <w:rFonts w:ascii="Arial" w:hAnsi="Arial" w:cs="Arial"/>
          <w:sz w:val="28"/>
          <w:szCs w:val="28"/>
        </w:rPr>
      </w:pPr>
    </w:p>
    <w:p w:rsidR="008819B3" w:rsidRPr="00257F72" w:rsidRDefault="008819B3" w:rsidP="00613628">
      <w:pPr>
        <w:rPr>
          <w:rFonts w:ascii="Arial" w:hAnsi="Arial" w:cs="Arial"/>
          <w:b/>
          <w:bCs/>
          <w:sz w:val="28"/>
          <w:szCs w:val="28"/>
        </w:rPr>
      </w:pPr>
      <w:r w:rsidRPr="00257F72">
        <w:rPr>
          <w:rFonts w:ascii="Arial" w:hAnsi="Arial" w:cs="Arial"/>
          <w:b/>
          <w:bCs/>
          <w:sz w:val="28"/>
          <w:szCs w:val="28"/>
        </w:rPr>
        <w:t>Enviro</w:t>
      </w:r>
      <w:r>
        <w:rPr>
          <w:rFonts w:ascii="Arial" w:hAnsi="Arial" w:cs="Arial"/>
          <w:b/>
          <w:bCs/>
          <w:sz w:val="28"/>
          <w:szCs w:val="28"/>
        </w:rPr>
        <w:t>n</w:t>
      </w:r>
      <w:r w:rsidRPr="00257F72">
        <w:rPr>
          <w:rFonts w:ascii="Arial" w:hAnsi="Arial" w:cs="Arial"/>
          <w:b/>
          <w:bCs/>
          <w:sz w:val="28"/>
          <w:szCs w:val="28"/>
        </w:rPr>
        <w:t>mentální výchova</w:t>
      </w:r>
    </w:p>
    <w:p w:rsidR="008819B3" w:rsidRPr="00257F72" w:rsidRDefault="008819B3" w:rsidP="00613628">
      <w:p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>6. ročník</w:t>
      </w:r>
    </w:p>
    <w:p w:rsidR="008819B3" w:rsidRPr="00257F72" w:rsidRDefault="008819B3" w:rsidP="00613628">
      <w:pPr>
        <w:pStyle w:val="Odstavecseseznamem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lastRenderedPageBreak/>
        <w:t xml:space="preserve">Vlastnosti látek a těles -  koloběh vody v přírodě – vyuč. </w:t>
      </w:r>
      <w:proofErr w:type="gramStart"/>
      <w:r w:rsidRPr="00257F72">
        <w:rPr>
          <w:rFonts w:ascii="Arial" w:hAnsi="Arial" w:cs="Arial"/>
          <w:sz w:val="28"/>
          <w:szCs w:val="28"/>
        </w:rPr>
        <w:t>hodina</w:t>
      </w:r>
      <w:proofErr w:type="gramEnd"/>
      <w:r w:rsidRPr="00257F72">
        <w:rPr>
          <w:rFonts w:ascii="Arial" w:hAnsi="Arial" w:cs="Arial"/>
          <w:sz w:val="28"/>
          <w:szCs w:val="28"/>
        </w:rPr>
        <w:t>, samostatná práce</w:t>
      </w:r>
    </w:p>
    <w:p w:rsidR="008819B3" w:rsidRPr="00257F72" w:rsidRDefault="008819B3" w:rsidP="00613628">
      <w:pPr>
        <w:pStyle w:val="Odstavecseseznamem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 xml:space="preserve">Měření fyzikálních veličin – globální oteplování  Země a jeho důsledky – vyuč. </w:t>
      </w:r>
      <w:proofErr w:type="gramStart"/>
      <w:r w:rsidRPr="00257F72">
        <w:rPr>
          <w:rFonts w:ascii="Arial" w:hAnsi="Arial" w:cs="Arial"/>
          <w:sz w:val="28"/>
          <w:szCs w:val="28"/>
        </w:rPr>
        <w:t>hodina</w:t>
      </w:r>
      <w:proofErr w:type="gramEnd"/>
    </w:p>
    <w:p w:rsidR="008819B3" w:rsidRPr="00257F72" w:rsidRDefault="008819B3" w:rsidP="00613628">
      <w:pPr>
        <w:pStyle w:val="Odstavecseseznamem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 xml:space="preserve">Elektrický obvod – využívání energie, způsoby šetření energií u tepelných spotřebičů – vyuč. </w:t>
      </w:r>
      <w:proofErr w:type="gramStart"/>
      <w:r w:rsidRPr="00257F72">
        <w:rPr>
          <w:rFonts w:ascii="Arial" w:hAnsi="Arial" w:cs="Arial"/>
          <w:sz w:val="28"/>
          <w:szCs w:val="28"/>
        </w:rPr>
        <w:t>hodina</w:t>
      </w:r>
      <w:proofErr w:type="gramEnd"/>
      <w:r w:rsidRPr="00257F72">
        <w:rPr>
          <w:rFonts w:ascii="Arial" w:hAnsi="Arial" w:cs="Arial"/>
          <w:sz w:val="28"/>
          <w:szCs w:val="28"/>
        </w:rPr>
        <w:t>, práce ve skupině</w:t>
      </w:r>
    </w:p>
    <w:p w:rsidR="008819B3" w:rsidRPr="00257F72" w:rsidRDefault="008819B3" w:rsidP="00613628">
      <w:p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>7. ročník</w:t>
      </w:r>
    </w:p>
    <w:p w:rsidR="008819B3" w:rsidRPr="00257F72" w:rsidRDefault="008819B3" w:rsidP="00613628">
      <w:pPr>
        <w:pStyle w:val="Odstavecseseznamem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 xml:space="preserve">Deformační účinky síly – škody na silnicích způsobené přetěžováním nákladů automobilů – vyuč. </w:t>
      </w:r>
      <w:proofErr w:type="gramStart"/>
      <w:r w:rsidRPr="00257F72">
        <w:rPr>
          <w:rFonts w:ascii="Arial" w:hAnsi="Arial" w:cs="Arial"/>
          <w:sz w:val="28"/>
          <w:szCs w:val="28"/>
        </w:rPr>
        <w:t>hodina</w:t>
      </w:r>
      <w:proofErr w:type="gramEnd"/>
    </w:p>
    <w:p w:rsidR="008819B3" w:rsidRPr="00257F72" w:rsidRDefault="008819B3" w:rsidP="00613628">
      <w:pPr>
        <w:pStyle w:val="Odstavecseseznamem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 xml:space="preserve">Tření – snižování ztrát energie zmenšováním odporových sil při pohybu vozidel – vyuč. </w:t>
      </w:r>
      <w:proofErr w:type="gramStart"/>
      <w:r w:rsidRPr="00257F72">
        <w:rPr>
          <w:rFonts w:ascii="Arial" w:hAnsi="Arial" w:cs="Arial"/>
          <w:sz w:val="28"/>
          <w:szCs w:val="28"/>
        </w:rPr>
        <w:t>hodina</w:t>
      </w:r>
      <w:proofErr w:type="gramEnd"/>
      <w:r w:rsidRPr="00257F72">
        <w:rPr>
          <w:rFonts w:ascii="Arial" w:hAnsi="Arial" w:cs="Arial"/>
          <w:sz w:val="28"/>
          <w:szCs w:val="28"/>
        </w:rPr>
        <w:t>, skupinová práce</w:t>
      </w:r>
    </w:p>
    <w:p w:rsidR="008819B3" w:rsidRPr="00257F72" w:rsidRDefault="008819B3" w:rsidP="00613628">
      <w:pPr>
        <w:pStyle w:val="Odstavecseseznamem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>Světelné jevy – ekonomické využívání zdrojů světel, využití zrcadel ve slunečních elektrárnách (např. v Kalifornii) – práce v odborné učebně (PC)</w:t>
      </w:r>
    </w:p>
    <w:p w:rsidR="008819B3" w:rsidRPr="00257F72" w:rsidRDefault="008819B3" w:rsidP="00613628">
      <w:p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>8. ročník</w:t>
      </w:r>
    </w:p>
    <w:p w:rsidR="008819B3" w:rsidRPr="00257F72" w:rsidRDefault="008819B3" w:rsidP="00613628">
      <w:pPr>
        <w:pStyle w:val="Odstavecseseznamem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>Pohybová a polohová energie – možnosti využití vodních elektráren jako obnovitelných zdrojů energie, sledování a posuzování informací o využívání různých zdrojů energie – skupinová práce, práce v odborné učebně (PC)</w:t>
      </w:r>
    </w:p>
    <w:p w:rsidR="008819B3" w:rsidRPr="00257F72" w:rsidRDefault="008819B3" w:rsidP="00613628">
      <w:pPr>
        <w:pStyle w:val="Odstavecseseznamem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 xml:space="preserve">Vnitřní energie a teplo – šetření energie vhodnou tepelnou izolací domů, volba ekologicky vhodného způsobu vytápění, využití energie slunečního záření k vytápění a k zahřívání vody – vyuč. </w:t>
      </w:r>
      <w:proofErr w:type="gramStart"/>
      <w:r w:rsidRPr="00257F72">
        <w:rPr>
          <w:rFonts w:ascii="Arial" w:hAnsi="Arial" w:cs="Arial"/>
          <w:sz w:val="28"/>
          <w:szCs w:val="28"/>
        </w:rPr>
        <w:t>hodina</w:t>
      </w:r>
      <w:proofErr w:type="gramEnd"/>
      <w:r w:rsidRPr="00257F72">
        <w:rPr>
          <w:rFonts w:ascii="Arial" w:hAnsi="Arial" w:cs="Arial"/>
          <w:sz w:val="28"/>
          <w:szCs w:val="28"/>
        </w:rPr>
        <w:t>, vytváření prezentací a ukázek</w:t>
      </w:r>
    </w:p>
    <w:p w:rsidR="008819B3" w:rsidRPr="00257F72" w:rsidRDefault="008819B3" w:rsidP="00613628">
      <w:pPr>
        <w:pStyle w:val="Odstavecseseznamem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lastRenderedPageBreak/>
        <w:t>Změny skupenství látek – posouzení využití spalovacích motorů v dopravě z ekologického a ekonomického hlediska, vyhledávání a posouzení informací o výzkumech nových motorů a pohonných látek šetrnějších k životnímu prostředí (vodíkové motory, bioplyn, bionafta) – práce v odborné učebně (PC), příprava prezentací</w:t>
      </w:r>
    </w:p>
    <w:p w:rsidR="008819B3" w:rsidRPr="00257F72" w:rsidRDefault="008819B3" w:rsidP="00613628">
      <w:pPr>
        <w:pStyle w:val="Odstavecseseznamem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 xml:space="preserve">Zvukové jevy – způsoby ochrany před hlukovým znečištěním prostředí (protihlukové stěny u dálnic) – vyuč. </w:t>
      </w:r>
      <w:proofErr w:type="gramStart"/>
      <w:r w:rsidRPr="00257F72">
        <w:rPr>
          <w:rFonts w:ascii="Arial" w:hAnsi="Arial" w:cs="Arial"/>
          <w:sz w:val="28"/>
          <w:szCs w:val="28"/>
        </w:rPr>
        <w:t>hodina</w:t>
      </w:r>
      <w:proofErr w:type="gramEnd"/>
    </w:p>
    <w:p w:rsidR="008819B3" w:rsidRPr="00257F72" w:rsidRDefault="008819B3" w:rsidP="00613628">
      <w:pPr>
        <w:pStyle w:val="Odstavecseseznamem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 xml:space="preserve">Meteorologie – počasí kolem nás – omezení znečišťování prostředí v souvislosti s ozonovou dírou a skleníkovým efektem, význam deštných pralesů pro udržování vlhkosti vzduchu – vyuč. </w:t>
      </w:r>
      <w:proofErr w:type="gramStart"/>
      <w:r w:rsidRPr="00257F72">
        <w:rPr>
          <w:rFonts w:ascii="Arial" w:hAnsi="Arial" w:cs="Arial"/>
          <w:sz w:val="28"/>
          <w:szCs w:val="28"/>
        </w:rPr>
        <w:t>hodina</w:t>
      </w:r>
      <w:proofErr w:type="gramEnd"/>
      <w:r w:rsidRPr="00257F72">
        <w:rPr>
          <w:rFonts w:ascii="Arial" w:hAnsi="Arial" w:cs="Arial"/>
          <w:sz w:val="28"/>
          <w:szCs w:val="28"/>
        </w:rPr>
        <w:t>, prezentace, referáty</w:t>
      </w:r>
    </w:p>
    <w:p w:rsidR="008819B3" w:rsidRPr="00257F72" w:rsidRDefault="008819B3" w:rsidP="00613628">
      <w:p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>9. ročník</w:t>
      </w:r>
    </w:p>
    <w:p w:rsidR="008819B3" w:rsidRPr="00257F72" w:rsidRDefault="008819B3" w:rsidP="00613628">
      <w:pPr>
        <w:pStyle w:val="Odstavecseseznamem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 xml:space="preserve">Elektrický proud, elektrické napětí – porovnávání výkonů různých domácích elektrických spotřebičů z údajů na jejich štítcích – volba optimálního spotřebiče podle jeho energetické náročnosti (třída A, B, C) z hlediska ekonomické o i ekologického – vyuč. </w:t>
      </w:r>
      <w:proofErr w:type="gramStart"/>
      <w:r w:rsidRPr="00257F72">
        <w:rPr>
          <w:rFonts w:ascii="Arial" w:hAnsi="Arial" w:cs="Arial"/>
          <w:sz w:val="28"/>
          <w:szCs w:val="28"/>
        </w:rPr>
        <w:t>hodina</w:t>
      </w:r>
      <w:proofErr w:type="gramEnd"/>
      <w:r w:rsidRPr="00257F72">
        <w:rPr>
          <w:rFonts w:ascii="Arial" w:hAnsi="Arial" w:cs="Arial"/>
          <w:sz w:val="28"/>
          <w:szCs w:val="28"/>
        </w:rPr>
        <w:t>, samostatná práce žáků</w:t>
      </w:r>
    </w:p>
    <w:p w:rsidR="008819B3" w:rsidRPr="00257F72" w:rsidRDefault="008819B3" w:rsidP="00613628">
      <w:pPr>
        <w:pStyle w:val="Odstavecseseznamem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 xml:space="preserve">Elektrická práce, elektrická energie – využívání alternativních zdrojů energie, způsoby šetření energie (sluneční baterie, sluneční elektrárny), energetické zdroje a jejich vyčerpatelnost (obnovitelné zdroje energie) – </w:t>
      </w:r>
      <w:proofErr w:type="gramStart"/>
      <w:r w:rsidRPr="00257F72">
        <w:rPr>
          <w:rFonts w:ascii="Arial" w:hAnsi="Arial" w:cs="Arial"/>
          <w:sz w:val="28"/>
          <w:szCs w:val="28"/>
        </w:rPr>
        <w:t>samostatná  práce</w:t>
      </w:r>
      <w:proofErr w:type="gramEnd"/>
      <w:r w:rsidRPr="00257F72">
        <w:rPr>
          <w:rFonts w:ascii="Arial" w:hAnsi="Arial" w:cs="Arial"/>
          <w:sz w:val="28"/>
          <w:szCs w:val="28"/>
        </w:rPr>
        <w:t xml:space="preserve"> žáků, skupinová výuka</w:t>
      </w:r>
    </w:p>
    <w:p w:rsidR="008819B3" w:rsidRPr="00257F72" w:rsidRDefault="008819B3" w:rsidP="00613628">
      <w:pPr>
        <w:pStyle w:val="Odstavecseseznamem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257F72">
        <w:rPr>
          <w:rFonts w:ascii="Arial" w:hAnsi="Arial" w:cs="Arial"/>
          <w:sz w:val="28"/>
          <w:szCs w:val="28"/>
        </w:rPr>
        <w:t>Jaderná energie – vliv energetických zdrojů na společenský rozvoj, využívání energie, možnosti a způsoby šetření, zdroje surovinové a energetické, jejich vyčerpatelnost – samostatná práce žáků, skupinová výuka, vytváření prezentací a ukázek</w:t>
      </w:r>
    </w:p>
    <w:p w:rsidR="008819B3" w:rsidRPr="00257F72" w:rsidRDefault="008819B3" w:rsidP="00613628">
      <w:pPr>
        <w:rPr>
          <w:rFonts w:ascii="Arial" w:hAnsi="Arial" w:cs="Arial"/>
          <w:sz w:val="28"/>
          <w:szCs w:val="28"/>
        </w:rPr>
      </w:pPr>
    </w:p>
    <w:sectPr w:rsidR="008819B3" w:rsidRPr="00257F72" w:rsidSect="009B22E1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93251"/>
    <w:multiLevelType w:val="hybridMultilevel"/>
    <w:tmpl w:val="F48C4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C44E0C"/>
    <w:multiLevelType w:val="hybridMultilevel"/>
    <w:tmpl w:val="D57A6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4010E10"/>
    <w:multiLevelType w:val="hybridMultilevel"/>
    <w:tmpl w:val="534E2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DFC7BFF"/>
    <w:multiLevelType w:val="hybridMultilevel"/>
    <w:tmpl w:val="69C8B8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1437424"/>
    <w:multiLevelType w:val="hybridMultilevel"/>
    <w:tmpl w:val="D54A29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3375623"/>
    <w:multiLevelType w:val="hybridMultilevel"/>
    <w:tmpl w:val="7A384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628"/>
    <w:rsid w:val="00025E93"/>
    <w:rsid w:val="00140D84"/>
    <w:rsid w:val="00257F72"/>
    <w:rsid w:val="004A74F4"/>
    <w:rsid w:val="00613628"/>
    <w:rsid w:val="00633DE0"/>
    <w:rsid w:val="006A46A9"/>
    <w:rsid w:val="007D51EA"/>
    <w:rsid w:val="008819B3"/>
    <w:rsid w:val="00954923"/>
    <w:rsid w:val="009B22E1"/>
    <w:rsid w:val="00C7422A"/>
    <w:rsid w:val="00E162FE"/>
    <w:rsid w:val="00E7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1D6A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613628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025E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5ED0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1D6A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613628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025E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5ED0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A3E0D442</Template>
  <TotalTime>3</TotalTime>
  <Pages>3</Pages>
  <Words>444</Words>
  <Characters>3041</Characters>
  <Application>Microsoft Office Word</Application>
  <DocSecurity>0</DocSecurity>
  <Lines>25</Lines>
  <Paragraphs>6</Paragraphs>
  <ScaleCrop>false</ScaleCrop>
  <Company>Pavel Herold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Vlaďka</dc:creator>
  <cp:lastModifiedBy>Pavel Herold</cp:lastModifiedBy>
  <cp:revision>3</cp:revision>
  <cp:lastPrinted>2011-03-15T17:19:00Z</cp:lastPrinted>
  <dcterms:created xsi:type="dcterms:W3CDTF">2011-03-15T17:18:00Z</dcterms:created>
  <dcterms:modified xsi:type="dcterms:W3CDTF">2011-03-15T17:20:00Z</dcterms:modified>
</cp:coreProperties>
</file>